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319E5" w14:textId="77777777" w:rsidR="00A459FD" w:rsidRDefault="00A459FD" w:rsidP="00A459FD">
      <w:pPr>
        <w:jc w:val="center"/>
        <w:rPr>
          <w:b/>
          <w:sz w:val="40"/>
        </w:rPr>
      </w:pPr>
      <w:r>
        <w:rPr>
          <w:b/>
          <w:sz w:val="40"/>
        </w:rPr>
        <w:t>LAISSER-PASSER</w:t>
      </w:r>
    </w:p>
    <w:p w14:paraId="0415552A" w14:textId="77777777" w:rsidR="00A459FD" w:rsidRDefault="00A459FD" w:rsidP="00A459FD">
      <w:pPr>
        <w:rPr>
          <w:b/>
        </w:rPr>
      </w:pPr>
      <w:proofErr w:type="spellStart"/>
      <w:r>
        <w:rPr>
          <w:b/>
        </w:rPr>
        <w:t>Partie</w:t>
      </w:r>
      <w:proofErr w:type="spellEnd"/>
      <w:r>
        <w:rPr>
          <w:b/>
        </w:rPr>
        <w:t xml:space="preserve"> A:</w:t>
      </w:r>
    </w:p>
    <w:p w14:paraId="4170E02F" w14:textId="77777777" w:rsidR="00A459FD" w:rsidRDefault="00A459FD" w:rsidP="00C665D2">
      <w:pPr>
        <w:rPr>
          <w:b/>
        </w:rPr>
      </w:pPr>
      <w:r>
        <w:rPr>
          <w:b/>
        </w:rPr>
        <w:t xml:space="preserve">Instructions: </w:t>
      </w:r>
      <w:proofErr w:type="spellStart"/>
      <w:r w:rsidR="00C665D2">
        <w:rPr>
          <w:b/>
        </w:rPr>
        <w:t>Faites</w:t>
      </w:r>
      <w:proofErr w:type="spellEnd"/>
      <w:r w:rsidR="00C665D2">
        <w:rPr>
          <w:b/>
        </w:rPr>
        <w:t xml:space="preserve"> les conversions </w:t>
      </w:r>
      <w:proofErr w:type="spellStart"/>
      <w:r w:rsidR="00C665D2">
        <w:rPr>
          <w:b/>
        </w:rPr>
        <w:t>suivantes</w:t>
      </w:r>
      <w:proofErr w:type="spellEnd"/>
      <w:r w:rsidR="00C665D2">
        <w:rPr>
          <w:b/>
        </w:rPr>
        <w:t xml:space="preserve"> du style </w:t>
      </w:r>
      <w:proofErr w:type="spellStart"/>
      <w:r w:rsidR="00C665D2">
        <w:rPr>
          <w:b/>
        </w:rPr>
        <w:t>américain</w:t>
      </w:r>
      <w:proofErr w:type="spellEnd"/>
      <w:r w:rsidR="00C665D2">
        <w:rPr>
          <w:b/>
        </w:rPr>
        <w:t xml:space="preserve"> aux style </w:t>
      </w:r>
      <w:proofErr w:type="spellStart"/>
      <w:r w:rsidR="00C665D2">
        <w:rPr>
          <w:b/>
        </w:rPr>
        <w:t>français</w:t>
      </w:r>
      <w:proofErr w:type="spellEnd"/>
      <w:r w:rsidR="00C665D2">
        <w:rPr>
          <w:b/>
        </w:rPr>
        <w:t xml:space="preserve"> (</w:t>
      </w:r>
      <w:proofErr w:type="spellStart"/>
      <w:r w:rsidR="00C665D2">
        <w:rPr>
          <w:b/>
        </w:rPr>
        <w:t>formel</w:t>
      </w:r>
      <w:proofErr w:type="spellEnd"/>
      <w:r w:rsidR="00C665D2">
        <w:rPr>
          <w:b/>
        </w:rPr>
        <w:t xml:space="preserve"> et </w:t>
      </w:r>
      <w:proofErr w:type="spellStart"/>
      <w:r w:rsidR="00C665D2">
        <w:rPr>
          <w:b/>
        </w:rPr>
        <w:t>abrégé</w:t>
      </w:r>
      <w:proofErr w:type="spellEnd"/>
      <w:r w:rsidR="00C665D2">
        <w:rPr>
          <w:b/>
        </w:rPr>
        <w:t>)</w:t>
      </w:r>
      <w:r>
        <w:rPr>
          <w:b/>
        </w:rPr>
        <w:t>.</w:t>
      </w:r>
    </w:p>
    <w:p w14:paraId="22554032" w14:textId="77777777" w:rsidR="00A459FD" w:rsidRDefault="00A459FD" w:rsidP="00A459FD">
      <w:pPr>
        <w:rPr>
          <w:b/>
        </w:rPr>
      </w:pPr>
    </w:p>
    <w:p w14:paraId="3B8C7ED4" w14:textId="77777777" w:rsidR="00A459FD" w:rsidRDefault="00A459FD" w:rsidP="00A459FD">
      <w:r w:rsidRPr="00A459FD">
        <w:t xml:space="preserve">1. </w:t>
      </w:r>
      <w:r w:rsidR="00C665D2">
        <w:t>1/21</w:t>
      </w:r>
      <w:r w:rsidR="00C665D2">
        <w:tab/>
      </w:r>
      <w:r w:rsidR="00C665D2">
        <w:tab/>
        <w:t>__________________________________</w:t>
      </w:r>
      <w:r w:rsidR="00C665D2">
        <w:tab/>
      </w:r>
      <w:r w:rsidR="00C665D2">
        <w:tab/>
        <w:t>___________________</w:t>
      </w:r>
    </w:p>
    <w:p w14:paraId="17EA5B7E" w14:textId="77777777" w:rsidR="00A459FD" w:rsidRDefault="00A459FD" w:rsidP="00A459FD"/>
    <w:p w14:paraId="14C4A766" w14:textId="77777777" w:rsidR="00C665D2" w:rsidRDefault="00C665D2" w:rsidP="00C665D2">
      <w:r>
        <w:t>2</w:t>
      </w:r>
      <w:r w:rsidRPr="00A459FD">
        <w:t xml:space="preserve">. </w:t>
      </w:r>
      <w:r>
        <w:t>7/14</w:t>
      </w:r>
      <w:r>
        <w:tab/>
      </w:r>
      <w:r>
        <w:tab/>
        <w:t>__________________________________</w:t>
      </w:r>
      <w:r>
        <w:tab/>
      </w:r>
      <w:r>
        <w:tab/>
        <w:t>___________________</w:t>
      </w:r>
    </w:p>
    <w:p w14:paraId="5756B77D" w14:textId="77777777" w:rsidR="00A459FD" w:rsidRDefault="00A459FD" w:rsidP="00A459FD"/>
    <w:p w14:paraId="34CA2288" w14:textId="77777777" w:rsidR="00A459FD" w:rsidRDefault="00C665D2" w:rsidP="00A459FD">
      <w:r>
        <w:t>3</w:t>
      </w:r>
      <w:r w:rsidRPr="00A459FD">
        <w:t xml:space="preserve">. </w:t>
      </w:r>
      <w:r>
        <w:t>8/16</w:t>
      </w:r>
      <w:r>
        <w:tab/>
      </w:r>
      <w:r>
        <w:tab/>
        <w:t>__________________________________</w:t>
      </w:r>
      <w:r>
        <w:tab/>
      </w:r>
      <w:r>
        <w:tab/>
        <w:t>___________________</w:t>
      </w:r>
    </w:p>
    <w:p w14:paraId="499B995E" w14:textId="77777777" w:rsidR="00A459FD" w:rsidRDefault="00A459FD" w:rsidP="00A459FD"/>
    <w:p w14:paraId="71577C71" w14:textId="77777777" w:rsidR="00C665D2" w:rsidRDefault="007B3AD3" w:rsidP="00C665D2">
      <w:r>
        <w:t>4</w:t>
      </w:r>
      <w:r w:rsidR="00C665D2" w:rsidRPr="00A459FD">
        <w:t xml:space="preserve">. </w:t>
      </w:r>
      <w:r w:rsidR="00C665D2">
        <w:t>12/31</w:t>
      </w:r>
      <w:r w:rsidR="00C665D2">
        <w:tab/>
      </w:r>
      <w:r w:rsidR="00C665D2">
        <w:tab/>
        <w:t>__________________________________</w:t>
      </w:r>
      <w:r w:rsidR="00C665D2">
        <w:tab/>
      </w:r>
      <w:r w:rsidR="00C665D2">
        <w:tab/>
        <w:t>___________________</w:t>
      </w:r>
    </w:p>
    <w:p w14:paraId="444DFE53" w14:textId="77777777" w:rsidR="00A459FD" w:rsidRDefault="00A459FD" w:rsidP="00A459FD"/>
    <w:p w14:paraId="7F2298FB" w14:textId="77777777" w:rsidR="00A459FD" w:rsidRDefault="00A459FD" w:rsidP="00A459FD">
      <w:pPr>
        <w:rPr>
          <w:b/>
        </w:rPr>
      </w:pPr>
      <w:proofErr w:type="spellStart"/>
      <w:r>
        <w:rPr>
          <w:b/>
        </w:rPr>
        <w:t>Partie</w:t>
      </w:r>
      <w:proofErr w:type="spellEnd"/>
      <w:r>
        <w:rPr>
          <w:b/>
        </w:rPr>
        <w:t xml:space="preserve"> B:</w:t>
      </w:r>
    </w:p>
    <w:p w14:paraId="6D53C56C" w14:textId="77777777" w:rsidR="00A459FD" w:rsidRDefault="00C665D2" w:rsidP="00A459FD">
      <w:pPr>
        <w:rPr>
          <w:b/>
        </w:rPr>
      </w:pPr>
      <w:r>
        <w:rPr>
          <w:b/>
        </w:rPr>
        <w:t>How to write the date (formal and abbreviated)</w:t>
      </w:r>
      <w:r w:rsidR="00A459FD">
        <w:rPr>
          <w:b/>
        </w:rPr>
        <w:t>:</w:t>
      </w:r>
    </w:p>
    <w:p w14:paraId="41C9C455" w14:textId="77777777" w:rsidR="00A459FD" w:rsidRDefault="00A459FD" w:rsidP="00A459FD">
      <w:pPr>
        <w:rPr>
          <w:b/>
        </w:rPr>
      </w:pPr>
    </w:p>
    <w:p w14:paraId="747DD3B5" w14:textId="77777777" w:rsidR="00A459FD" w:rsidRDefault="00A459FD" w:rsidP="00A459FD">
      <w:r>
        <w:t>1. What I understand is _____________________________________________________________________________</w:t>
      </w:r>
    </w:p>
    <w:p w14:paraId="1A2FB700" w14:textId="77777777" w:rsidR="00A459FD" w:rsidRDefault="00A459FD" w:rsidP="00A459FD"/>
    <w:p w14:paraId="338C3260" w14:textId="77777777" w:rsidR="00A459FD" w:rsidRDefault="00A459FD" w:rsidP="00A459FD">
      <w:r>
        <w:t>2. What I DON’T understand is _____________________________________________________________________</w:t>
      </w:r>
    </w:p>
    <w:p w14:paraId="24754945" w14:textId="77777777" w:rsidR="00A459FD" w:rsidRDefault="00A459FD" w:rsidP="00A459FD"/>
    <w:p w14:paraId="42889EFA" w14:textId="77777777" w:rsidR="00A459FD" w:rsidRDefault="00A459FD" w:rsidP="00A459FD"/>
    <w:p w14:paraId="0E47BE88" w14:textId="77777777" w:rsidR="00A459FD" w:rsidRDefault="00A459FD" w:rsidP="00A459FD"/>
    <w:p w14:paraId="7165157C" w14:textId="77777777" w:rsidR="00A459FD" w:rsidRDefault="00A459FD" w:rsidP="00A459FD"/>
    <w:p w14:paraId="4DF62B16" w14:textId="77777777" w:rsidR="00A459FD" w:rsidRDefault="00A459FD" w:rsidP="00A459FD"/>
    <w:p w14:paraId="77DFBA57" w14:textId="77777777" w:rsidR="00A459FD" w:rsidRDefault="00A459FD" w:rsidP="00A459FD"/>
    <w:p w14:paraId="5CFC8328" w14:textId="77777777" w:rsidR="00A459FD" w:rsidRDefault="00A459FD" w:rsidP="00A459FD"/>
    <w:p w14:paraId="5E407091" w14:textId="77777777" w:rsidR="00A459FD" w:rsidRDefault="00A459FD" w:rsidP="00A459FD"/>
    <w:p w14:paraId="692B5F1D" w14:textId="77777777" w:rsidR="00C665D2" w:rsidRDefault="00C665D2" w:rsidP="00C665D2">
      <w:pPr>
        <w:jc w:val="center"/>
        <w:rPr>
          <w:b/>
          <w:sz w:val="40"/>
        </w:rPr>
      </w:pPr>
      <w:r>
        <w:rPr>
          <w:b/>
          <w:sz w:val="40"/>
        </w:rPr>
        <w:t>LAISSER-PASSER</w:t>
      </w:r>
    </w:p>
    <w:p w14:paraId="3FECBFB7" w14:textId="77777777" w:rsidR="00C665D2" w:rsidRDefault="00C665D2" w:rsidP="00C665D2">
      <w:pPr>
        <w:rPr>
          <w:b/>
        </w:rPr>
      </w:pPr>
      <w:proofErr w:type="spellStart"/>
      <w:r>
        <w:rPr>
          <w:b/>
        </w:rPr>
        <w:t>Partie</w:t>
      </w:r>
      <w:proofErr w:type="spellEnd"/>
      <w:r>
        <w:rPr>
          <w:b/>
        </w:rPr>
        <w:t xml:space="preserve"> A:</w:t>
      </w:r>
    </w:p>
    <w:p w14:paraId="7883A3B2" w14:textId="77777777" w:rsidR="00C665D2" w:rsidRDefault="00C665D2" w:rsidP="00C665D2">
      <w:pPr>
        <w:rPr>
          <w:b/>
        </w:rPr>
      </w:pPr>
      <w:r>
        <w:rPr>
          <w:b/>
        </w:rPr>
        <w:t xml:space="preserve">Instructions: </w:t>
      </w:r>
      <w:proofErr w:type="spellStart"/>
      <w:r>
        <w:rPr>
          <w:b/>
        </w:rPr>
        <w:t>Faites</w:t>
      </w:r>
      <w:proofErr w:type="spellEnd"/>
      <w:r>
        <w:rPr>
          <w:b/>
        </w:rPr>
        <w:t xml:space="preserve"> les conversions </w:t>
      </w:r>
      <w:proofErr w:type="spellStart"/>
      <w:r>
        <w:rPr>
          <w:b/>
        </w:rPr>
        <w:t>suivantes</w:t>
      </w:r>
      <w:proofErr w:type="spellEnd"/>
      <w:r>
        <w:rPr>
          <w:b/>
        </w:rPr>
        <w:t xml:space="preserve"> du style </w:t>
      </w:r>
      <w:proofErr w:type="spellStart"/>
      <w:r>
        <w:rPr>
          <w:b/>
        </w:rPr>
        <w:t>américain</w:t>
      </w:r>
      <w:proofErr w:type="spellEnd"/>
      <w:r>
        <w:rPr>
          <w:b/>
        </w:rPr>
        <w:t xml:space="preserve"> aux style </w:t>
      </w:r>
      <w:proofErr w:type="spellStart"/>
      <w:r>
        <w:rPr>
          <w:b/>
        </w:rPr>
        <w:t>français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formel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abrégé</w:t>
      </w:r>
      <w:proofErr w:type="spellEnd"/>
      <w:r>
        <w:rPr>
          <w:b/>
        </w:rPr>
        <w:t>).</w:t>
      </w:r>
    </w:p>
    <w:p w14:paraId="6D2BEA28" w14:textId="77777777" w:rsidR="00C665D2" w:rsidRDefault="00C665D2" w:rsidP="00C665D2">
      <w:pPr>
        <w:rPr>
          <w:b/>
        </w:rPr>
      </w:pPr>
    </w:p>
    <w:p w14:paraId="48C30288" w14:textId="77777777" w:rsidR="00C665D2" w:rsidRDefault="00C665D2" w:rsidP="00C665D2">
      <w:r w:rsidRPr="00A459FD">
        <w:t xml:space="preserve">1. </w:t>
      </w:r>
      <w:r>
        <w:t>1/21</w:t>
      </w:r>
      <w:r>
        <w:tab/>
      </w:r>
      <w:r>
        <w:tab/>
        <w:t>__________________________________</w:t>
      </w:r>
      <w:r>
        <w:tab/>
      </w:r>
      <w:r>
        <w:tab/>
        <w:t>___________________</w:t>
      </w:r>
    </w:p>
    <w:p w14:paraId="7C44FAF0" w14:textId="77777777" w:rsidR="00C665D2" w:rsidRDefault="00C665D2" w:rsidP="00C665D2"/>
    <w:p w14:paraId="7D5BB9BA" w14:textId="77777777" w:rsidR="00C665D2" w:rsidRDefault="00C665D2" w:rsidP="00C665D2">
      <w:r>
        <w:t>2</w:t>
      </w:r>
      <w:r w:rsidRPr="00A459FD">
        <w:t xml:space="preserve">. </w:t>
      </w:r>
      <w:r>
        <w:t>7/14</w:t>
      </w:r>
      <w:r>
        <w:tab/>
      </w:r>
      <w:r>
        <w:tab/>
        <w:t>__________________________________</w:t>
      </w:r>
      <w:r>
        <w:tab/>
      </w:r>
      <w:r>
        <w:tab/>
        <w:t>___________________</w:t>
      </w:r>
    </w:p>
    <w:p w14:paraId="42F10E2E" w14:textId="77777777" w:rsidR="00C665D2" w:rsidRDefault="00C665D2" w:rsidP="00C665D2"/>
    <w:p w14:paraId="34B9CD0F" w14:textId="77777777" w:rsidR="00C665D2" w:rsidRDefault="00C665D2" w:rsidP="00C665D2">
      <w:r>
        <w:t>3</w:t>
      </w:r>
      <w:r w:rsidRPr="00A459FD">
        <w:t xml:space="preserve">. </w:t>
      </w:r>
      <w:r>
        <w:t>8/16</w:t>
      </w:r>
      <w:r>
        <w:tab/>
      </w:r>
      <w:r>
        <w:tab/>
        <w:t>__________________________________</w:t>
      </w:r>
      <w:r>
        <w:tab/>
      </w:r>
      <w:r>
        <w:tab/>
        <w:t>___________________</w:t>
      </w:r>
    </w:p>
    <w:p w14:paraId="56FC83D3" w14:textId="77777777" w:rsidR="00C665D2" w:rsidRDefault="00C665D2" w:rsidP="00C665D2"/>
    <w:p w14:paraId="305A2B84" w14:textId="77777777" w:rsidR="00C665D2" w:rsidRDefault="007B3AD3" w:rsidP="00C665D2">
      <w:r>
        <w:t>4</w:t>
      </w:r>
      <w:bookmarkStart w:id="0" w:name="_GoBack"/>
      <w:bookmarkEnd w:id="0"/>
      <w:r w:rsidR="00C665D2" w:rsidRPr="00A459FD">
        <w:t xml:space="preserve">. </w:t>
      </w:r>
      <w:r w:rsidR="00C665D2">
        <w:t>12/31</w:t>
      </w:r>
      <w:r w:rsidR="00C665D2">
        <w:tab/>
      </w:r>
      <w:r w:rsidR="00C665D2">
        <w:tab/>
        <w:t>__________________________________</w:t>
      </w:r>
      <w:r w:rsidR="00C665D2">
        <w:tab/>
      </w:r>
      <w:r w:rsidR="00C665D2">
        <w:tab/>
        <w:t>___________________</w:t>
      </w:r>
    </w:p>
    <w:p w14:paraId="0E443615" w14:textId="77777777" w:rsidR="00C665D2" w:rsidRDefault="00C665D2" w:rsidP="00C665D2"/>
    <w:p w14:paraId="69DB6FE9" w14:textId="77777777" w:rsidR="00C665D2" w:rsidRDefault="00C665D2" w:rsidP="00C665D2">
      <w:pPr>
        <w:rPr>
          <w:b/>
        </w:rPr>
      </w:pPr>
      <w:proofErr w:type="spellStart"/>
      <w:r>
        <w:rPr>
          <w:b/>
        </w:rPr>
        <w:t>Partie</w:t>
      </w:r>
      <w:proofErr w:type="spellEnd"/>
      <w:r>
        <w:rPr>
          <w:b/>
        </w:rPr>
        <w:t xml:space="preserve"> B:</w:t>
      </w:r>
    </w:p>
    <w:p w14:paraId="226124E6" w14:textId="77777777" w:rsidR="00C665D2" w:rsidRDefault="00C665D2" w:rsidP="00C665D2">
      <w:pPr>
        <w:rPr>
          <w:b/>
        </w:rPr>
      </w:pPr>
      <w:r>
        <w:rPr>
          <w:b/>
        </w:rPr>
        <w:t>How to write the date (formal and abbreviated):</w:t>
      </w:r>
    </w:p>
    <w:p w14:paraId="03D14A93" w14:textId="77777777" w:rsidR="00C665D2" w:rsidRDefault="00C665D2" w:rsidP="00C665D2">
      <w:pPr>
        <w:rPr>
          <w:b/>
        </w:rPr>
      </w:pPr>
    </w:p>
    <w:p w14:paraId="0F2693AA" w14:textId="77777777" w:rsidR="00C665D2" w:rsidRDefault="00C665D2" w:rsidP="00C665D2">
      <w:r>
        <w:t>1. What I understand is _____________________________________________________________________________</w:t>
      </w:r>
    </w:p>
    <w:p w14:paraId="55FBA551" w14:textId="77777777" w:rsidR="00C665D2" w:rsidRDefault="00C665D2" w:rsidP="00C665D2"/>
    <w:p w14:paraId="3201F5FC" w14:textId="77777777" w:rsidR="00C665D2" w:rsidRDefault="00C665D2" w:rsidP="00C665D2">
      <w:r>
        <w:t>2. What I DON’T understand is _____________________________________________________________________</w:t>
      </w:r>
    </w:p>
    <w:p w14:paraId="10468B0F" w14:textId="77777777" w:rsidR="00A459FD" w:rsidRPr="00A459FD" w:rsidRDefault="00A459FD" w:rsidP="00A459FD"/>
    <w:p w14:paraId="7D516F00" w14:textId="77777777" w:rsidR="00A459FD" w:rsidRPr="00A459FD" w:rsidRDefault="00A459FD" w:rsidP="00A459FD"/>
    <w:sectPr w:rsidR="00A459FD" w:rsidRPr="00A459FD" w:rsidSect="00A459FD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D2"/>
    <w:rsid w:val="007B3AD3"/>
    <w:rsid w:val="009E7CB4"/>
    <w:rsid w:val="00A459FD"/>
    <w:rsid w:val="00C6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FBD7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2%20-%20Templates:Exit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Exit Slip.dotx</Template>
  <TotalTime>5</TotalTime>
  <Pages>1</Pages>
  <Words>197</Words>
  <Characters>1129</Characters>
  <Application>Microsoft Macintosh Word</Application>
  <DocSecurity>0</DocSecurity>
  <Lines>9</Lines>
  <Paragraphs>2</Paragraphs>
  <ScaleCrop>false</ScaleCrop>
  <Company>Joel Barlow High School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dcterms:created xsi:type="dcterms:W3CDTF">2013-09-30T15:26:00Z</dcterms:created>
  <dcterms:modified xsi:type="dcterms:W3CDTF">2013-09-30T17:47:00Z</dcterms:modified>
</cp:coreProperties>
</file>